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101E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F22CDB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3AB44E" w14:textId="03C0B20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6254C">
        <w:rPr>
          <w:rFonts w:ascii="Corbel" w:hAnsi="Corbel"/>
          <w:b/>
          <w:smallCaps/>
          <w:sz w:val="24"/>
          <w:szCs w:val="24"/>
        </w:rPr>
        <w:t>2022</w:t>
      </w:r>
      <w:r w:rsidR="00954838">
        <w:rPr>
          <w:rFonts w:ascii="Corbel" w:hAnsi="Corbel"/>
          <w:b/>
          <w:smallCaps/>
          <w:sz w:val="24"/>
          <w:szCs w:val="24"/>
        </w:rPr>
        <w:t>-</w:t>
      </w:r>
      <w:r w:rsidR="0086254C">
        <w:rPr>
          <w:rFonts w:ascii="Corbel" w:hAnsi="Corbel"/>
          <w:b/>
          <w:smallCaps/>
          <w:sz w:val="24"/>
          <w:szCs w:val="24"/>
        </w:rPr>
        <w:t>2025</w:t>
      </w:r>
    </w:p>
    <w:p w14:paraId="4823F17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5F38055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86254C">
        <w:rPr>
          <w:rFonts w:ascii="Corbel" w:hAnsi="Corbel"/>
          <w:sz w:val="20"/>
          <w:szCs w:val="20"/>
        </w:rPr>
        <w:t>2023/2024</w:t>
      </w:r>
    </w:p>
    <w:p w14:paraId="098EFA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28D3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CBE170" w14:textId="77777777" w:rsidTr="00B819C8">
        <w:tc>
          <w:tcPr>
            <w:tcW w:w="2694" w:type="dxa"/>
            <w:vAlign w:val="center"/>
          </w:tcPr>
          <w:p w14:paraId="3242E0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B2008C" w14:textId="0A910A20" w:rsidR="0085747A" w:rsidRPr="004471E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Et</w:t>
            </w:r>
            <w:r w:rsidR="00926F3B">
              <w:rPr>
                <w:rFonts w:ascii="Corbel" w:hAnsi="Corbel"/>
                <w:sz w:val="24"/>
                <w:szCs w:val="24"/>
              </w:rPr>
              <w:t>yczne podstawy pracy opiekuńczo-wychowawczej</w:t>
            </w:r>
          </w:p>
        </w:tc>
      </w:tr>
      <w:tr w:rsidR="0085747A" w:rsidRPr="009C54AE" w14:paraId="498A7D91" w14:textId="77777777" w:rsidTr="00B819C8">
        <w:tc>
          <w:tcPr>
            <w:tcW w:w="2694" w:type="dxa"/>
            <w:vAlign w:val="center"/>
          </w:tcPr>
          <w:p w14:paraId="0D9452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3605D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3E52D7FC" w14:textId="77777777" w:rsidTr="00B819C8">
        <w:tc>
          <w:tcPr>
            <w:tcW w:w="2694" w:type="dxa"/>
            <w:vAlign w:val="center"/>
          </w:tcPr>
          <w:p w14:paraId="60FFFE90" w14:textId="03F90497" w:rsidR="003145B2" w:rsidRPr="009C54AE" w:rsidRDefault="007A6F4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145B2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3145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D5C0D0" w14:textId="3A7805DC" w:rsidR="003145B2" w:rsidRPr="009C54AE" w:rsidRDefault="007A6F4E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9C54AE" w14:paraId="71D640E5" w14:textId="77777777" w:rsidTr="00B819C8">
        <w:tc>
          <w:tcPr>
            <w:tcW w:w="2694" w:type="dxa"/>
            <w:vAlign w:val="center"/>
          </w:tcPr>
          <w:p w14:paraId="0B34B205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9E2AA0" w14:textId="7503D386" w:rsidR="003145B2" w:rsidRPr="009C54AE" w:rsidRDefault="007A6F4E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0EC057A" w14:textId="77777777" w:rsidTr="00B819C8">
        <w:tc>
          <w:tcPr>
            <w:tcW w:w="2694" w:type="dxa"/>
            <w:vAlign w:val="center"/>
          </w:tcPr>
          <w:p w14:paraId="43848C4C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072A3B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14:paraId="7CF9CD3C" w14:textId="77777777" w:rsidTr="00B819C8">
        <w:tc>
          <w:tcPr>
            <w:tcW w:w="2694" w:type="dxa"/>
            <w:vAlign w:val="center"/>
          </w:tcPr>
          <w:p w14:paraId="599B16AD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C1C044" w14:textId="77777777"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</w:p>
        </w:tc>
      </w:tr>
      <w:tr w:rsidR="003145B2" w:rsidRPr="009C54AE" w14:paraId="589CCF5B" w14:textId="77777777" w:rsidTr="00B819C8">
        <w:tc>
          <w:tcPr>
            <w:tcW w:w="2694" w:type="dxa"/>
            <w:vAlign w:val="center"/>
          </w:tcPr>
          <w:p w14:paraId="16438384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19173A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 akademicki</w:t>
            </w:r>
          </w:p>
        </w:tc>
      </w:tr>
      <w:tr w:rsidR="003145B2" w:rsidRPr="009C54AE" w14:paraId="2F2C741F" w14:textId="77777777" w:rsidTr="00B819C8">
        <w:tc>
          <w:tcPr>
            <w:tcW w:w="2694" w:type="dxa"/>
            <w:vAlign w:val="center"/>
          </w:tcPr>
          <w:p w14:paraId="12CBB43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CE94BA" w14:textId="77777777" w:rsidR="003145B2" w:rsidRPr="00993173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5469E7">
              <w:rPr>
                <w:rFonts w:ascii="Corbel" w:hAnsi="Corbel"/>
                <w:b w:val="0"/>
                <w:color w:val="auto"/>
                <w:sz w:val="24"/>
                <w:szCs w:val="24"/>
              </w:rPr>
              <w:t>ie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14:paraId="3499DD82" w14:textId="77777777" w:rsidTr="00B819C8">
        <w:tc>
          <w:tcPr>
            <w:tcW w:w="2694" w:type="dxa"/>
            <w:vAlign w:val="center"/>
          </w:tcPr>
          <w:p w14:paraId="576F86D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53EDF" w14:textId="77777777"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="0086254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3145B2" w:rsidRPr="009C54AE" w14:paraId="22908459" w14:textId="77777777" w:rsidTr="00B819C8">
        <w:tc>
          <w:tcPr>
            <w:tcW w:w="2694" w:type="dxa"/>
            <w:vAlign w:val="center"/>
          </w:tcPr>
          <w:p w14:paraId="0DD39EAB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AC2D1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3145B2" w:rsidRPr="009C54AE" w14:paraId="1619DDFF" w14:textId="77777777" w:rsidTr="00B819C8">
        <w:tc>
          <w:tcPr>
            <w:tcW w:w="2694" w:type="dxa"/>
            <w:vAlign w:val="center"/>
          </w:tcPr>
          <w:p w14:paraId="1D321B8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7EC88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14:paraId="734FB37F" w14:textId="77777777" w:rsidTr="00B819C8">
        <w:tc>
          <w:tcPr>
            <w:tcW w:w="2694" w:type="dxa"/>
            <w:vAlign w:val="center"/>
          </w:tcPr>
          <w:p w14:paraId="79664923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10CB2F" w14:textId="77777777"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14:paraId="0EAF2917" w14:textId="77777777" w:rsidTr="00B819C8">
        <w:tc>
          <w:tcPr>
            <w:tcW w:w="2694" w:type="dxa"/>
            <w:vAlign w:val="center"/>
          </w:tcPr>
          <w:p w14:paraId="53A5FEC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2C0B03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0C8174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3189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77F8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96DB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7E959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80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97CAA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C0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E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4E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AD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A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2C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12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A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12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5E73667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A48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FE14" w14:textId="358E30EE" w:rsidR="00F66565" w:rsidRPr="009C54AE" w:rsidRDefault="00423072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04BA" w14:textId="03503793" w:rsidR="00F66565" w:rsidRPr="009C54AE" w:rsidRDefault="00423072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4E0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E9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A7D5" w14:textId="77777777"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4EB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FFD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1BB7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220F" w14:textId="77777777" w:rsidR="00F66565" w:rsidRPr="009C54AE" w:rsidRDefault="0086254C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2F25A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C4F8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4B9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C85804" w14:textId="77777777"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0E5578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5B10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3F6A1" w14:textId="2FB9A5F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A6F4E">
        <w:rPr>
          <w:rFonts w:ascii="Corbel" w:hAnsi="Corbel"/>
          <w:smallCaps w:val="0"/>
          <w:szCs w:val="24"/>
        </w:rPr>
        <w:t xml:space="preserve">zaliczenie </w:t>
      </w:r>
      <w:r w:rsidR="00423072">
        <w:rPr>
          <w:rFonts w:ascii="Corbel" w:hAnsi="Corbel"/>
          <w:smallCaps w:val="0"/>
          <w:szCs w:val="24"/>
        </w:rPr>
        <w:t>z oceną</w:t>
      </w:r>
    </w:p>
    <w:p w14:paraId="0299368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DFA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105E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A64428" w14:textId="77777777" w:rsidTr="00745302">
        <w:tc>
          <w:tcPr>
            <w:tcW w:w="9670" w:type="dxa"/>
          </w:tcPr>
          <w:p w14:paraId="1DF860CC" w14:textId="77777777"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7191886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2A91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0AFA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3276A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FED47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86978" w:rsidRPr="009C54AE" w14:paraId="407A4F8D" w14:textId="77777777" w:rsidTr="007F11A4">
        <w:tc>
          <w:tcPr>
            <w:tcW w:w="851" w:type="dxa"/>
            <w:vAlign w:val="center"/>
          </w:tcPr>
          <w:p w14:paraId="60298D01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134CE9" w14:textId="77777777"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14:paraId="20C73033" w14:textId="77777777" w:rsidTr="007F11A4">
        <w:tc>
          <w:tcPr>
            <w:tcW w:w="851" w:type="dxa"/>
            <w:vAlign w:val="center"/>
          </w:tcPr>
          <w:p w14:paraId="2F4AA3F3" w14:textId="77777777"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D805EF1" w14:textId="77777777"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14:paraId="1490D68B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38346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45917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E9B2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2E9EF92" w14:textId="77777777" w:rsidTr="0071620A">
        <w:tc>
          <w:tcPr>
            <w:tcW w:w="1701" w:type="dxa"/>
            <w:vAlign w:val="center"/>
          </w:tcPr>
          <w:p w14:paraId="498334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9728DC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AB5FE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14:paraId="0159DE0D" w14:textId="77777777" w:rsidTr="005E6E85">
        <w:tc>
          <w:tcPr>
            <w:tcW w:w="1701" w:type="dxa"/>
          </w:tcPr>
          <w:p w14:paraId="239889D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AC9F27" w14:textId="3D4E1FA5" w:rsidR="007A6F4E" w:rsidRDefault="007A6F4E" w:rsidP="009548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2DEC8965" w14:textId="15D1F4E4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65FB970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14:paraId="7F287218" w14:textId="77777777" w:rsidTr="005E6E85">
        <w:tc>
          <w:tcPr>
            <w:tcW w:w="1701" w:type="dxa"/>
          </w:tcPr>
          <w:p w14:paraId="6FA83C7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246D5C" w14:textId="77777777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484366B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14:paraId="1FB0FA39" w14:textId="77777777" w:rsidTr="005E6E85">
        <w:tc>
          <w:tcPr>
            <w:tcW w:w="1701" w:type="dxa"/>
          </w:tcPr>
          <w:p w14:paraId="4DAE1102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9CF512B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169B77D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14:paraId="48B4FC76" w14:textId="77777777" w:rsidTr="005E6E85">
        <w:tc>
          <w:tcPr>
            <w:tcW w:w="1701" w:type="dxa"/>
          </w:tcPr>
          <w:p w14:paraId="637C1EF1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BBBF345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470713C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624629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BCF11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79AB43" w14:textId="09A14538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423072">
        <w:rPr>
          <w:rFonts w:ascii="Corbel" w:hAnsi="Corbel"/>
          <w:sz w:val="24"/>
          <w:szCs w:val="24"/>
        </w:rPr>
        <w:t>ćwiczeń</w:t>
      </w:r>
    </w:p>
    <w:p w14:paraId="2DAC14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B77D48" w14:textId="77777777" w:rsidTr="00923D7D">
        <w:tc>
          <w:tcPr>
            <w:tcW w:w="9639" w:type="dxa"/>
          </w:tcPr>
          <w:p w14:paraId="3D8C702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14:paraId="45C88AA5" w14:textId="77777777" w:rsidTr="00923D7D">
        <w:tc>
          <w:tcPr>
            <w:tcW w:w="9639" w:type="dxa"/>
          </w:tcPr>
          <w:p w14:paraId="4D4E095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9C54AE" w14:paraId="5B6C5AA5" w14:textId="77777777" w:rsidTr="00923D7D">
        <w:tc>
          <w:tcPr>
            <w:tcW w:w="9639" w:type="dxa"/>
          </w:tcPr>
          <w:p w14:paraId="397BBF72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9C54AE" w14:paraId="78E872A9" w14:textId="77777777" w:rsidTr="00923D7D">
        <w:tc>
          <w:tcPr>
            <w:tcW w:w="9639" w:type="dxa"/>
          </w:tcPr>
          <w:p w14:paraId="66DE4ACC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14:paraId="3FD9D618" w14:textId="77777777" w:rsidTr="00923D7D">
        <w:tc>
          <w:tcPr>
            <w:tcW w:w="9639" w:type="dxa"/>
          </w:tcPr>
          <w:p w14:paraId="0883B595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14:paraId="7D14F1E4" w14:textId="77777777" w:rsidTr="00923D7D">
        <w:tc>
          <w:tcPr>
            <w:tcW w:w="9639" w:type="dxa"/>
          </w:tcPr>
          <w:p w14:paraId="22F71CB4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14:paraId="72CEE0A8" w14:textId="77777777" w:rsidTr="00923D7D">
        <w:tc>
          <w:tcPr>
            <w:tcW w:w="9639" w:type="dxa"/>
          </w:tcPr>
          <w:p w14:paraId="2790A321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14:paraId="2233AB56" w14:textId="77777777" w:rsidTr="00923D7D">
        <w:tc>
          <w:tcPr>
            <w:tcW w:w="9639" w:type="dxa"/>
          </w:tcPr>
          <w:p w14:paraId="058D8BAA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14:paraId="3340CD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061D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9EB65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CC5F741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1AB55BF" w14:textId="77777777"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05057820" w14:textId="77777777"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lastRenderedPageBreak/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14:paraId="3DDE2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AA40C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844FA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9EFFA4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615C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217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61533C5" w14:textId="77777777" w:rsidTr="007B6AF1">
        <w:tc>
          <w:tcPr>
            <w:tcW w:w="1962" w:type="dxa"/>
            <w:vAlign w:val="center"/>
          </w:tcPr>
          <w:p w14:paraId="4EA6FE7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77D9C4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8E264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387E1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4B194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89" w:rsidRPr="009C54AE" w14:paraId="43C721CF" w14:textId="77777777" w:rsidTr="007B6AF1">
        <w:tc>
          <w:tcPr>
            <w:tcW w:w="1962" w:type="dxa"/>
          </w:tcPr>
          <w:p w14:paraId="26700640" w14:textId="77777777"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2AC9E7E" w14:textId="77777777"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23490810" w14:textId="2CA64183" w:rsidR="00077389" w:rsidRPr="007B6AF1" w:rsidRDefault="00423072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23072" w:rsidRPr="009C54AE" w14:paraId="023E4043" w14:textId="77777777" w:rsidTr="007B6AF1">
        <w:tc>
          <w:tcPr>
            <w:tcW w:w="1962" w:type="dxa"/>
          </w:tcPr>
          <w:p w14:paraId="4968CD6D" w14:textId="77777777" w:rsidR="00423072" w:rsidRPr="009C54AE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49DB686" w14:textId="77777777" w:rsidR="00423072" w:rsidRPr="00A707E4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1700A0C" w14:textId="2D99F307" w:rsidR="00423072" w:rsidRPr="007B6AF1" w:rsidRDefault="00423072" w:rsidP="0042307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23072" w:rsidRPr="009C54AE" w14:paraId="30F31085" w14:textId="77777777" w:rsidTr="007B6AF1">
        <w:tc>
          <w:tcPr>
            <w:tcW w:w="1962" w:type="dxa"/>
          </w:tcPr>
          <w:p w14:paraId="2933EBE9" w14:textId="77777777" w:rsidR="00423072" w:rsidRPr="009C54AE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7EE0B82" w14:textId="77777777" w:rsidR="00423072" w:rsidRPr="00A707E4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123C5E1C" w14:textId="3A6891FE" w:rsidR="00423072" w:rsidRPr="007B6AF1" w:rsidRDefault="00423072" w:rsidP="0042307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23072" w:rsidRPr="009C54AE" w14:paraId="670D09F2" w14:textId="77777777" w:rsidTr="007B6AF1">
        <w:tc>
          <w:tcPr>
            <w:tcW w:w="1962" w:type="dxa"/>
          </w:tcPr>
          <w:p w14:paraId="77CD8891" w14:textId="77777777" w:rsidR="00423072" w:rsidRPr="009C54AE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2FD231B" w14:textId="77777777" w:rsidR="00423072" w:rsidRPr="00A707E4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6438832C" w14:textId="3B2B720B" w:rsidR="00423072" w:rsidRPr="007B6AF1" w:rsidRDefault="00423072" w:rsidP="0042307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A43766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175E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3B4F2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4FFFF1" w14:textId="77777777" w:rsidTr="00923D7D">
        <w:tc>
          <w:tcPr>
            <w:tcW w:w="9670" w:type="dxa"/>
          </w:tcPr>
          <w:p w14:paraId="2FD2067F" w14:textId="77777777"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14:paraId="431A9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6258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7BD0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B5EA64" w14:textId="77777777" w:rsidTr="00196EDF">
        <w:tc>
          <w:tcPr>
            <w:tcW w:w="4902" w:type="dxa"/>
            <w:vAlign w:val="center"/>
          </w:tcPr>
          <w:p w14:paraId="50EAE6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AC29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14:paraId="560029D2" w14:textId="77777777" w:rsidTr="00196EDF">
        <w:tc>
          <w:tcPr>
            <w:tcW w:w="4902" w:type="dxa"/>
          </w:tcPr>
          <w:p w14:paraId="16EDB5C7" w14:textId="77777777" w:rsidR="00BC5887" w:rsidRPr="004471E2" w:rsidRDefault="00BC588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8" w:type="dxa"/>
          </w:tcPr>
          <w:p w14:paraId="386356A7" w14:textId="77777777" w:rsidR="00BC5887" w:rsidRPr="00A707E4" w:rsidRDefault="005469E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196EDF" w:rsidRPr="009C54AE" w14:paraId="0CD28D8D" w14:textId="77777777" w:rsidTr="00196EDF">
        <w:tc>
          <w:tcPr>
            <w:tcW w:w="4902" w:type="dxa"/>
          </w:tcPr>
          <w:p w14:paraId="5F513F5E" w14:textId="77777777" w:rsidR="00196EDF" w:rsidRPr="004471E2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AF8F06F" w14:textId="77777777" w:rsidR="00196EDF" w:rsidRPr="004471E2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B2CB2C2" w14:textId="2FFB554F" w:rsidR="00196EDF" w:rsidRPr="00A707E4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96EDF" w:rsidRPr="009C54AE" w14:paraId="55D92FA7" w14:textId="77777777" w:rsidTr="00196EDF">
        <w:tc>
          <w:tcPr>
            <w:tcW w:w="4902" w:type="dxa"/>
          </w:tcPr>
          <w:p w14:paraId="048D223C" w14:textId="7920C7CB" w:rsidR="00196EDF" w:rsidRPr="004471E2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71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71E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4768712B" w14:textId="11EA1717" w:rsidR="00196EDF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566FA44" w14:textId="5B5AFF6D" w:rsidR="00196EDF" w:rsidRPr="004471E2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ustnego kolokwium.</w:t>
            </w:r>
          </w:p>
        </w:tc>
        <w:tc>
          <w:tcPr>
            <w:tcW w:w="4618" w:type="dxa"/>
          </w:tcPr>
          <w:p w14:paraId="433EC212" w14:textId="77777777" w:rsidR="00196EDF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14:paraId="59A80926" w14:textId="77777777" w:rsidR="00196EDF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E73E421" w14:textId="77777777" w:rsidR="00196EDF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A9BCB75" w14:textId="5F0379FD" w:rsidR="00196EDF" w:rsidRPr="00A707E4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196EDF" w:rsidRPr="009C54AE" w14:paraId="36EF790C" w14:textId="77777777" w:rsidTr="00196EDF">
        <w:tc>
          <w:tcPr>
            <w:tcW w:w="4902" w:type="dxa"/>
          </w:tcPr>
          <w:p w14:paraId="080605F1" w14:textId="77777777" w:rsidR="00196EDF" w:rsidRPr="009C54AE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A1EB415" w14:textId="76F1AB8A" w:rsidR="00196EDF" w:rsidRPr="00A707E4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96EDF" w:rsidRPr="009C54AE" w14:paraId="40522757" w14:textId="77777777" w:rsidTr="00196EDF">
        <w:tc>
          <w:tcPr>
            <w:tcW w:w="4902" w:type="dxa"/>
          </w:tcPr>
          <w:p w14:paraId="1C039F06" w14:textId="77777777" w:rsidR="00196EDF" w:rsidRPr="009C54AE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1F85E9A" w14:textId="77777777" w:rsidR="00196EDF" w:rsidRPr="00A707E4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BC15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A270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B56B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0E7E8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14220FA" w14:textId="77777777" w:rsidTr="0071620A">
        <w:trPr>
          <w:trHeight w:val="397"/>
        </w:trPr>
        <w:tc>
          <w:tcPr>
            <w:tcW w:w="3544" w:type="dxa"/>
          </w:tcPr>
          <w:p w14:paraId="7BC018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7F2F31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5F924A" w14:textId="77777777" w:rsidTr="0071620A">
        <w:trPr>
          <w:trHeight w:val="397"/>
        </w:trPr>
        <w:tc>
          <w:tcPr>
            <w:tcW w:w="3544" w:type="dxa"/>
          </w:tcPr>
          <w:p w14:paraId="30F7D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F8A1AF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47BE0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189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1AFB2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F9F2D" w14:textId="77777777" w:rsidTr="0071620A">
        <w:trPr>
          <w:trHeight w:val="397"/>
        </w:trPr>
        <w:tc>
          <w:tcPr>
            <w:tcW w:w="7513" w:type="dxa"/>
          </w:tcPr>
          <w:p w14:paraId="3C68E37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EB07CD" w14:textId="77777777"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9970676" w14:textId="77777777"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lastRenderedPageBreak/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14:paraId="41BF67E2" w14:textId="77777777" w:rsidTr="0071620A">
        <w:trPr>
          <w:trHeight w:val="397"/>
        </w:trPr>
        <w:tc>
          <w:tcPr>
            <w:tcW w:w="7513" w:type="dxa"/>
          </w:tcPr>
          <w:p w14:paraId="2AEA7809" w14:textId="77777777"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000BC053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14:paraId="5DDDD577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14:paraId="2253219B" w14:textId="77777777"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14:paraId="6A3D0395" w14:textId="77777777"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14:paraId="670133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218C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1D5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F8417" w14:textId="77777777" w:rsidR="00EE723F" w:rsidRDefault="00EE723F" w:rsidP="00C16ABF">
      <w:pPr>
        <w:spacing w:after="0" w:line="240" w:lineRule="auto"/>
      </w:pPr>
      <w:r>
        <w:separator/>
      </w:r>
    </w:p>
  </w:endnote>
  <w:endnote w:type="continuationSeparator" w:id="0">
    <w:p w14:paraId="34C4432A" w14:textId="77777777" w:rsidR="00EE723F" w:rsidRDefault="00EE72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53185" w14:textId="77777777" w:rsidR="00EE723F" w:rsidRDefault="00EE723F" w:rsidP="00C16ABF">
      <w:pPr>
        <w:spacing w:after="0" w:line="240" w:lineRule="auto"/>
      </w:pPr>
      <w:r>
        <w:separator/>
      </w:r>
    </w:p>
  </w:footnote>
  <w:footnote w:type="continuationSeparator" w:id="0">
    <w:p w14:paraId="187E5AD9" w14:textId="77777777" w:rsidR="00EE723F" w:rsidRDefault="00EE723F" w:rsidP="00C16ABF">
      <w:pPr>
        <w:spacing w:after="0" w:line="240" w:lineRule="auto"/>
      </w:pPr>
      <w:r>
        <w:continuationSeparator/>
      </w:r>
    </w:p>
  </w:footnote>
  <w:footnote w:id="1">
    <w:p w14:paraId="2AFF67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889724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90B37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EDF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4AA"/>
    <w:rsid w:val="003C0BAE"/>
    <w:rsid w:val="003D18A9"/>
    <w:rsid w:val="003D6CE2"/>
    <w:rsid w:val="003E1941"/>
    <w:rsid w:val="003E2FE6"/>
    <w:rsid w:val="003E49D5"/>
    <w:rsid w:val="003F38C0"/>
    <w:rsid w:val="004103A5"/>
    <w:rsid w:val="0041068A"/>
    <w:rsid w:val="00414E3C"/>
    <w:rsid w:val="0042244A"/>
    <w:rsid w:val="00423072"/>
    <w:rsid w:val="0042745A"/>
    <w:rsid w:val="00431D5C"/>
    <w:rsid w:val="004362C6"/>
    <w:rsid w:val="00437FA2"/>
    <w:rsid w:val="00445970"/>
    <w:rsid w:val="004471E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2DF"/>
    <w:rsid w:val="004F1551"/>
    <w:rsid w:val="004F55A3"/>
    <w:rsid w:val="0050496F"/>
    <w:rsid w:val="00513B6F"/>
    <w:rsid w:val="00517C63"/>
    <w:rsid w:val="00526C94"/>
    <w:rsid w:val="00530E73"/>
    <w:rsid w:val="005363C4"/>
    <w:rsid w:val="00536BDE"/>
    <w:rsid w:val="00543ACC"/>
    <w:rsid w:val="00544219"/>
    <w:rsid w:val="005469E7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A14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1B06"/>
    <w:rsid w:val="007A4022"/>
    <w:rsid w:val="007A6E6E"/>
    <w:rsid w:val="007A6F4E"/>
    <w:rsid w:val="007B6AF1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254C"/>
    <w:rsid w:val="00884922"/>
    <w:rsid w:val="00884BE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3C71"/>
    <w:rsid w:val="008F6E29"/>
    <w:rsid w:val="00916188"/>
    <w:rsid w:val="00923D7D"/>
    <w:rsid w:val="00926F3B"/>
    <w:rsid w:val="009508DF"/>
    <w:rsid w:val="00950DAC"/>
    <w:rsid w:val="00954838"/>
    <w:rsid w:val="00954A07"/>
    <w:rsid w:val="00997F14"/>
    <w:rsid w:val="009A78D9"/>
    <w:rsid w:val="009C1331"/>
    <w:rsid w:val="009C3E31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832"/>
    <w:rsid w:val="00D74119"/>
    <w:rsid w:val="00D8075B"/>
    <w:rsid w:val="00D85EFD"/>
    <w:rsid w:val="00D8678B"/>
    <w:rsid w:val="00DA2114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217"/>
    <w:rsid w:val="00E51E44"/>
    <w:rsid w:val="00E63348"/>
    <w:rsid w:val="00E7093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23F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7B5CC"/>
  <w15:docId w15:val="{97C1285C-33F8-45FC-9261-842872E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B7517-EB0A-456F-B65A-3ABD45685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722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Wiesława Walc</cp:lastModifiedBy>
  <cp:revision>5</cp:revision>
  <cp:lastPrinted>2019-02-06T12:12:00Z</cp:lastPrinted>
  <dcterms:created xsi:type="dcterms:W3CDTF">2022-05-11T15:57:00Z</dcterms:created>
  <dcterms:modified xsi:type="dcterms:W3CDTF">2022-10-15T13:09:00Z</dcterms:modified>
</cp:coreProperties>
</file>